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5DC" w:rsidRDefault="00AF05DC"/>
    <w:p w:rsidR="00AF05DC" w:rsidRDefault="00AF05DC" w:rsidP="000D14AF">
      <w:pPr>
        <w:ind w:firstLine="10206"/>
        <w:rPr>
          <w:sz w:val="24"/>
          <w:szCs w:val="24"/>
        </w:rPr>
      </w:pPr>
      <w:r>
        <w:rPr>
          <w:sz w:val="24"/>
          <w:szCs w:val="24"/>
        </w:rPr>
        <w:t>Приложение 9</w:t>
      </w:r>
    </w:p>
    <w:p w:rsidR="00AF05DC" w:rsidRDefault="00AF05DC" w:rsidP="00025B3E">
      <w:pPr>
        <w:tabs>
          <w:tab w:val="left" w:pos="8931"/>
          <w:tab w:val="left" w:pos="14034"/>
        </w:tabs>
        <w:ind w:right="141" w:firstLine="10206"/>
        <w:rPr>
          <w:sz w:val="24"/>
          <w:szCs w:val="24"/>
        </w:rPr>
      </w:pPr>
    </w:p>
    <w:p w:rsidR="00AF05DC" w:rsidRPr="00667412" w:rsidRDefault="00AF05DC" w:rsidP="00025B3E">
      <w:pPr>
        <w:tabs>
          <w:tab w:val="left" w:pos="8931"/>
          <w:tab w:val="left" w:pos="14034"/>
        </w:tabs>
        <w:ind w:right="141" w:firstLine="10206"/>
        <w:rPr>
          <w:sz w:val="24"/>
          <w:szCs w:val="24"/>
        </w:rPr>
      </w:pPr>
      <w:r w:rsidRPr="00667412">
        <w:rPr>
          <w:sz w:val="24"/>
          <w:szCs w:val="24"/>
        </w:rPr>
        <w:t>к Закону Владимирской области</w:t>
      </w:r>
    </w:p>
    <w:p w:rsidR="00AF05DC" w:rsidRPr="00667412" w:rsidRDefault="00AF05DC" w:rsidP="00025B3E">
      <w:pPr>
        <w:tabs>
          <w:tab w:val="left" w:pos="8931"/>
          <w:tab w:val="left" w:pos="14034"/>
        </w:tabs>
        <w:ind w:right="141" w:firstLine="10206"/>
        <w:rPr>
          <w:sz w:val="24"/>
          <w:szCs w:val="24"/>
        </w:rPr>
      </w:pPr>
      <w:r>
        <w:rPr>
          <w:sz w:val="24"/>
          <w:szCs w:val="24"/>
        </w:rPr>
        <w:t>от _25 декабря 2023__</w:t>
      </w:r>
      <w:r w:rsidRPr="00667412">
        <w:rPr>
          <w:sz w:val="24"/>
          <w:szCs w:val="24"/>
        </w:rPr>
        <w:t>№_</w:t>
      </w:r>
      <w:r>
        <w:rPr>
          <w:sz w:val="24"/>
          <w:szCs w:val="24"/>
        </w:rPr>
        <w:t>183-ОЗ</w:t>
      </w:r>
      <w:r w:rsidRPr="00667412">
        <w:rPr>
          <w:sz w:val="24"/>
          <w:szCs w:val="24"/>
        </w:rPr>
        <w:t>__</w:t>
      </w:r>
      <w:r>
        <w:rPr>
          <w:sz w:val="24"/>
          <w:szCs w:val="24"/>
        </w:rPr>
        <w:t>___</w:t>
      </w:r>
    </w:p>
    <w:tbl>
      <w:tblPr>
        <w:tblW w:w="14987" w:type="dxa"/>
        <w:tblInd w:w="96" w:type="dxa"/>
        <w:tblLook w:val="00A0"/>
      </w:tblPr>
      <w:tblGrid>
        <w:gridCol w:w="4541"/>
        <w:gridCol w:w="947"/>
        <w:gridCol w:w="806"/>
        <w:gridCol w:w="676"/>
        <w:gridCol w:w="1757"/>
        <w:gridCol w:w="716"/>
        <w:gridCol w:w="1567"/>
        <w:gridCol w:w="1997"/>
        <w:gridCol w:w="1980"/>
      </w:tblGrid>
      <w:tr w:rsidR="00AF05DC" w:rsidRPr="008B69B5" w:rsidTr="008B69B5">
        <w:trPr>
          <w:trHeight w:val="1575"/>
        </w:trPr>
        <w:tc>
          <w:tcPr>
            <w:tcW w:w="1498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05DC" w:rsidRDefault="00AF05DC" w:rsidP="00025B3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B69B5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на бюджетные инвестиции и субсидии на осуществление капитальных вложений в объекты капитального строительства государственной собственности Владимирской области</w:t>
            </w:r>
          </w:p>
          <w:p w:rsidR="00AF05DC" w:rsidRPr="008B69B5" w:rsidRDefault="00AF05DC" w:rsidP="007645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B69B5">
              <w:rPr>
                <w:b/>
                <w:bCs/>
                <w:color w:val="000000"/>
                <w:sz w:val="28"/>
                <w:szCs w:val="28"/>
              </w:rPr>
              <w:t>на 202</w:t>
            </w: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B69B5">
              <w:rPr>
                <w:b/>
                <w:bCs/>
                <w:color w:val="000000"/>
                <w:sz w:val="28"/>
                <w:szCs w:val="28"/>
              </w:rPr>
              <w:t xml:space="preserve"> год и на плановый период 202</w:t>
            </w: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B69B5">
              <w:rPr>
                <w:b/>
                <w:bCs/>
                <w:color w:val="000000"/>
                <w:sz w:val="28"/>
                <w:szCs w:val="28"/>
              </w:rPr>
              <w:t xml:space="preserve"> и 202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8B69B5">
              <w:rPr>
                <w:b/>
                <w:bCs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AF05DC" w:rsidRPr="008B69B5" w:rsidTr="00633DDE">
        <w:trPr>
          <w:trHeight w:val="375"/>
        </w:trPr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05DC" w:rsidRPr="008B69B5" w:rsidRDefault="00AF05DC" w:rsidP="008B69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05DC" w:rsidRPr="008B69B5" w:rsidRDefault="00AF05DC" w:rsidP="008B69B5">
            <w:pPr>
              <w:jc w:val="right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тыс.рублей</w:t>
            </w:r>
          </w:p>
        </w:tc>
      </w:tr>
      <w:tr w:rsidR="00AF05DC" w:rsidRPr="008B69B5" w:rsidTr="00633DDE">
        <w:trPr>
          <w:trHeight w:val="375"/>
        </w:trPr>
        <w:tc>
          <w:tcPr>
            <w:tcW w:w="4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Вед</w:t>
            </w:r>
          </w:p>
        </w:tc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Сумма</w:t>
            </w:r>
          </w:p>
        </w:tc>
      </w:tr>
      <w:tr w:rsidR="00AF05DC" w:rsidRPr="008B69B5" w:rsidTr="00633DDE">
        <w:trPr>
          <w:trHeight w:val="375"/>
        </w:trPr>
        <w:tc>
          <w:tcPr>
            <w:tcW w:w="4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C456DC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4</w:t>
            </w:r>
            <w:r w:rsidRPr="008B69B5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C456DC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5</w:t>
            </w:r>
            <w:r w:rsidRPr="008B69B5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C456DC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8B69B5">
              <w:rPr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AF05DC" w:rsidRPr="00F15BB8" w:rsidRDefault="00AF05DC">
      <w:pPr>
        <w:rPr>
          <w:sz w:val="2"/>
        </w:rPr>
      </w:pPr>
    </w:p>
    <w:tbl>
      <w:tblPr>
        <w:tblW w:w="14987" w:type="dxa"/>
        <w:tblInd w:w="91" w:type="dxa"/>
        <w:tblLook w:val="00A0"/>
      </w:tblPr>
      <w:tblGrid>
        <w:gridCol w:w="4541"/>
        <w:gridCol w:w="947"/>
        <w:gridCol w:w="806"/>
        <w:gridCol w:w="676"/>
        <w:gridCol w:w="1757"/>
        <w:gridCol w:w="716"/>
        <w:gridCol w:w="1567"/>
        <w:gridCol w:w="1997"/>
        <w:gridCol w:w="1980"/>
      </w:tblGrid>
      <w:tr w:rsidR="00AF05DC" w:rsidRPr="008B69B5" w:rsidTr="00F15BB8">
        <w:trPr>
          <w:trHeight w:val="375"/>
          <w:tblHeader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9</w:t>
            </w:r>
          </w:p>
        </w:tc>
      </w:tr>
      <w:tr w:rsidR="00AF05DC" w:rsidRPr="008B69B5" w:rsidTr="00F15BB8">
        <w:trPr>
          <w:trHeight w:val="934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EA1E05" w:rsidRDefault="00AF05DC" w:rsidP="008B69B5">
            <w:pPr>
              <w:rPr>
                <w:b/>
                <w:color w:val="000000"/>
                <w:sz w:val="28"/>
                <w:szCs w:val="28"/>
              </w:rPr>
            </w:pPr>
            <w:r w:rsidRPr="00EA1E05">
              <w:rPr>
                <w:b/>
                <w:color w:val="000000"/>
                <w:sz w:val="28"/>
                <w:szCs w:val="28"/>
              </w:rPr>
              <w:t>Министерство транспорта и дорожного хозяйства Владимирской области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513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D56BE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299 800,0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0C123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lang w:val="en-US"/>
              </w:rPr>
              <w:t>4</w:t>
            </w:r>
            <w:r>
              <w:rPr>
                <w:b/>
                <w:color w:val="000000"/>
                <w:sz w:val="28"/>
                <w:szCs w:val="28"/>
              </w:rPr>
              <w:t>15</w:t>
            </w:r>
            <w:r w:rsidRPr="009425E5"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050</w:t>
            </w:r>
            <w:r w:rsidRPr="009425E5">
              <w:rPr>
                <w:b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EA1E0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425E5">
              <w:rPr>
                <w:b/>
                <w:color w:val="000000"/>
                <w:sz w:val="28"/>
                <w:szCs w:val="28"/>
              </w:rPr>
              <w:t>250 000,0</w:t>
            </w:r>
          </w:p>
        </w:tc>
      </w:tr>
      <w:tr w:rsidR="00AF05DC" w:rsidRPr="008B69B5" w:rsidTr="00F15BB8">
        <w:trPr>
          <w:trHeight w:val="184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rPr>
                <w:color w:val="000000"/>
                <w:sz w:val="28"/>
                <w:szCs w:val="28"/>
              </w:rPr>
            </w:pPr>
            <w:r w:rsidRPr="0002381A">
              <w:rPr>
                <w:color w:val="000000"/>
                <w:sz w:val="28"/>
                <w:szCs w:val="28"/>
              </w:rPr>
              <w:t>Реконструкция автомобильной дороги Вяткино-Павловская на участке Погребищи-Павловская в Судогодском районе Владимирской области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513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02381A">
              <w:rPr>
                <w:color w:val="000000"/>
                <w:sz w:val="28"/>
                <w:szCs w:val="28"/>
              </w:rPr>
              <w:t>2820240430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02381A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134 700,0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F05DC" w:rsidRPr="008B69B5" w:rsidTr="00F15BB8">
        <w:trPr>
          <w:trHeight w:val="1968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rPr>
                <w:color w:val="000000"/>
                <w:sz w:val="28"/>
                <w:szCs w:val="28"/>
              </w:rPr>
            </w:pPr>
            <w:r w:rsidRPr="0002381A">
              <w:rPr>
                <w:color w:val="000000"/>
                <w:sz w:val="28"/>
                <w:szCs w:val="28"/>
              </w:rPr>
              <w:t>Строительство автомобильной дороги Загорье-Мосино в Суздальском районе и городском округе г.Владимир Владимирской области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513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02381A">
              <w:rPr>
                <w:color w:val="000000"/>
                <w:sz w:val="28"/>
                <w:szCs w:val="28"/>
              </w:rPr>
              <w:t>2820240890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02381A">
              <w:rPr>
                <w:color w:val="000000"/>
                <w:sz w:val="28"/>
                <w:szCs w:val="28"/>
              </w:rPr>
              <w:t>165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2381A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02381A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F05DC" w:rsidRPr="008B69B5" w:rsidTr="00F15BB8">
        <w:trPr>
          <w:trHeight w:val="1826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F55FC3">
            <w:pPr>
              <w:rPr>
                <w:color w:val="000000"/>
                <w:sz w:val="28"/>
                <w:szCs w:val="28"/>
              </w:rPr>
            </w:pPr>
            <w:r w:rsidRPr="0002381A">
              <w:rPr>
                <w:color w:val="000000"/>
                <w:sz w:val="28"/>
                <w:szCs w:val="28"/>
              </w:rPr>
              <w:t>Реконструкция мостового перехода через р.Колпь на км 4+495 автомобильной дороги Красная Горбатка-пионерлагерь-Тучково в Селивановском районе Владимирской области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513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02381A">
              <w:rPr>
                <w:color w:val="000000"/>
                <w:sz w:val="28"/>
                <w:szCs w:val="28"/>
              </w:rPr>
              <w:t>2820240900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02381A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2381A">
              <w:rPr>
                <w:color w:val="000000"/>
                <w:sz w:val="28"/>
                <w:szCs w:val="28"/>
              </w:rPr>
              <w:t>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AF05DC" w:rsidRPr="008B69B5" w:rsidTr="00F15BB8">
        <w:trPr>
          <w:trHeight w:val="19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02381A">
            <w:pPr>
              <w:rPr>
                <w:color w:val="000000"/>
                <w:sz w:val="28"/>
                <w:szCs w:val="28"/>
              </w:rPr>
            </w:pPr>
            <w:r w:rsidRPr="0002381A">
              <w:rPr>
                <w:color w:val="000000"/>
                <w:sz w:val="28"/>
                <w:szCs w:val="28"/>
              </w:rPr>
              <w:t xml:space="preserve">Реконструкция автомобильной дороги </w:t>
            </w:r>
            <w:r>
              <w:rPr>
                <w:color w:val="000000"/>
                <w:sz w:val="28"/>
                <w:szCs w:val="28"/>
              </w:rPr>
              <w:t>«Волга»</w:t>
            </w:r>
            <w:r w:rsidRPr="0002381A">
              <w:rPr>
                <w:color w:val="000000"/>
                <w:sz w:val="28"/>
                <w:szCs w:val="28"/>
              </w:rPr>
              <w:t>-Устье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2381A">
              <w:rPr>
                <w:color w:val="000000"/>
                <w:sz w:val="28"/>
                <w:szCs w:val="28"/>
              </w:rPr>
              <w:t xml:space="preserve">-санаторий </w:t>
            </w:r>
            <w:r>
              <w:rPr>
                <w:color w:val="000000"/>
                <w:sz w:val="28"/>
                <w:szCs w:val="28"/>
              </w:rPr>
              <w:t>«Строитель»</w:t>
            </w:r>
            <w:r w:rsidRPr="0002381A">
              <w:rPr>
                <w:color w:val="000000"/>
                <w:sz w:val="28"/>
                <w:szCs w:val="28"/>
              </w:rPr>
              <w:t xml:space="preserve"> на участке км 0-км 1 в Собинском районе Владимирской области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513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02381A">
              <w:rPr>
                <w:color w:val="000000"/>
                <w:sz w:val="28"/>
                <w:szCs w:val="28"/>
              </w:rPr>
              <w:t>2820240910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0C1233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15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B69B5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5</w:t>
            </w:r>
            <w:r w:rsidRPr="008B69B5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02381A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150 000,0</w:t>
            </w:r>
          </w:p>
        </w:tc>
      </w:tr>
      <w:tr w:rsidR="00AF05DC" w:rsidRPr="008B69B5" w:rsidTr="00F15BB8">
        <w:trPr>
          <w:trHeight w:val="2252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31795">
            <w:pPr>
              <w:rPr>
                <w:color w:val="000000"/>
                <w:sz w:val="28"/>
                <w:szCs w:val="28"/>
              </w:rPr>
            </w:pPr>
            <w:r w:rsidRPr="0002381A">
              <w:rPr>
                <w:color w:val="000000"/>
                <w:sz w:val="28"/>
                <w:szCs w:val="28"/>
              </w:rPr>
              <w:t xml:space="preserve">Реконструкция мостового перехода через р. Вольга на км 10+037 автомобильной дороги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2381A">
              <w:rPr>
                <w:color w:val="000000"/>
                <w:sz w:val="28"/>
                <w:szCs w:val="28"/>
              </w:rPr>
              <w:t>Волга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2381A">
              <w:rPr>
                <w:color w:val="000000"/>
                <w:sz w:val="28"/>
                <w:szCs w:val="28"/>
              </w:rPr>
              <w:t>-Вольгинский-Перново в Петушинском районе Владимирской области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513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02381A">
              <w:rPr>
                <w:color w:val="000000"/>
                <w:sz w:val="28"/>
                <w:szCs w:val="28"/>
              </w:rPr>
              <w:t>2820240920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02381A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150 000,0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F05DC" w:rsidRPr="008B69B5" w:rsidTr="00F15BB8">
        <w:trPr>
          <w:trHeight w:val="269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CA16B4">
            <w:pPr>
              <w:rPr>
                <w:color w:val="000000"/>
                <w:sz w:val="28"/>
                <w:szCs w:val="28"/>
              </w:rPr>
            </w:pPr>
            <w:r w:rsidRPr="00782E47">
              <w:rPr>
                <w:color w:val="000000"/>
                <w:sz w:val="28"/>
                <w:szCs w:val="28"/>
              </w:rPr>
              <w:t>Реконструкция мостового перехода через лог на км 8+357 автомобильной дороги Борисоглеб-Молотицы-Кондраково в Муромском районе Владимирской области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513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782E47">
              <w:rPr>
                <w:color w:val="000000"/>
                <w:sz w:val="28"/>
                <w:szCs w:val="28"/>
              </w:rPr>
              <w:t>2820240930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</w:t>
            </w:r>
            <w:r w:rsidRPr="008B69B5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F05DC" w:rsidRPr="008B69B5" w:rsidTr="00F15BB8">
        <w:trPr>
          <w:trHeight w:val="257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F55FC3">
            <w:pPr>
              <w:rPr>
                <w:color w:val="000000"/>
                <w:sz w:val="28"/>
                <w:szCs w:val="28"/>
              </w:rPr>
            </w:pPr>
            <w:r w:rsidRPr="00967FD8">
              <w:rPr>
                <w:color w:val="000000"/>
                <w:sz w:val="28"/>
                <w:szCs w:val="28"/>
              </w:rPr>
              <w:t>Реконструкция мостового перехода через р. Хонка на км 11+245 автомобильной дороги Никологоры - Бурково - Октябрьская в Вязниковком районе Владимирской области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513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967FD8">
              <w:rPr>
                <w:color w:val="000000"/>
                <w:sz w:val="28"/>
                <w:szCs w:val="28"/>
              </w:rPr>
              <w:t>2820240950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55 00</w:t>
            </w:r>
            <w:r w:rsidRPr="008B69B5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8B69B5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F05DC" w:rsidRPr="008B69B5" w:rsidTr="00F15BB8">
        <w:trPr>
          <w:trHeight w:val="110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Default="00AF05DC" w:rsidP="009747A7">
            <w:pPr>
              <w:rPr>
                <w:color w:val="000000"/>
                <w:sz w:val="28"/>
                <w:szCs w:val="28"/>
              </w:rPr>
            </w:pPr>
            <w:r w:rsidRPr="009747A7">
              <w:rPr>
                <w:color w:val="000000"/>
                <w:sz w:val="28"/>
                <w:szCs w:val="28"/>
              </w:rPr>
              <w:t>Реконструкция мостового перехода через р. Селезень на км 17+833 автомобильной дороги Вязники - Сергиевы - Горки - Татарово в Вязниковском районе Владимирской области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9747A7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513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9747A7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9747A7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9747A7">
            <w:pPr>
              <w:jc w:val="center"/>
              <w:rPr>
                <w:color w:val="000000"/>
                <w:sz w:val="28"/>
                <w:szCs w:val="28"/>
              </w:rPr>
            </w:pPr>
            <w:r w:rsidRPr="009747A7">
              <w:rPr>
                <w:color w:val="000000"/>
                <w:sz w:val="28"/>
                <w:szCs w:val="28"/>
              </w:rPr>
              <w:t>2820240960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9747A7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9747A7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9747A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95 00</w:t>
            </w:r>
            <w:r w:rsidRPr="008B69B5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9747A7">
            <w:pPr>
              <w:jc w:val="center"/>
              <w:rPr>
                <w:color w:val="000000"/>
                <w:sz w:val="28"/>
                <w:szCs w:val="28"/>
              </w:rPr>
            </w:pPr>
            <w:r w:rsidRPr="008B69B5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F05DC" w:rsidRPr="009425E5" w:rsidTr="00F15BB8">
        <w:trPr>
          <w:trHeight w:val="110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9747A7">
            <w:pPr>
              <w:rPr>
                <w:b/>
                <w:color w:val="000000"/>
                <w:sz w:val="28"/>
                <w:szCs w:val="28"/>
              </w:rPr>
            </w:pPr>
            <w:r w:rsidRPr="009425E5">
              <w:rPr>
                <w:b/>
                <w:color w:val="000000"/>
                <w:sz w:val="28"/>
                <w:szCs w:val="28"/>
              </w:rPr>
              <w:t>Министерство архитектуры и строительства Владимирской области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9747A7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532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9747A7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9747A7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9747A7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9747A7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9425E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488 366,8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83179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736 938,8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B12B7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1 092 086,1</w:t>
            </w:r>
          </w:p>
        </w:tc>
      </w:tr>
      <w:tr w:rsidR="00AF05DC" w:rsidRPr="009425E5" w:rsidTr="00F15BB8">
        <w:trPr>
          <w:trHeight w:val="1871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831795">
            <w:pPr>
              <w:rPr>
                <w:color w:val="000000"/>
                <w:sz w:val="28"/>
                <w:szCs w:val="28"/>
              </w:rPr>
            </w:pPr>
            <w:r w:rsidRPr="00831795">
              <w:rPr>
                <w:color w:val="000000"/>
                <w:sz w:val="28"/>
                <w:szCs w:val="28"/>
              </w:rPr>
              <w:t xml:space="preserve">Реализация региональных программ модернизации первичного звена здравоохранения (Строительство поликлиники ГБУЗ ВО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831795">
              <w:rPr>
                <w:color w:val="000000"/>
                <w:sz w:val="28"/>
                <w:szCs w:val="28"/>
              </w:rPr>
              <w:t>Кольчугинская центральная районная больница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831795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6E1E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6E1E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6E1E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831795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121N95365</w:t>
            </w: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6E1E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6E1E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83 583,3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6E1E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6E1E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F05DC" w:rsidRPr="009425E5" w:rsidTr="00F15BB8">
        <w:trPr>
          <w:trHeight w:val="2154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6E1E71">
            <w:pPr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Реализация региональных программ модернизации первичного звена здравоохранения (Строительство поликлиники в г.Лакинск для нужд ГБУЗ ВО «Собинская районная больница»)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6E1E71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532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6E1E71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6E1E71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6E1E71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121N953659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6E1E71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6E1E71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30 077,7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831795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594 996,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6E1E71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F05DC" w:rsidRPr="009425E5" w:rsidTr="00F15BB8">
        <w:trPr>
          <w:trHeight w:val="841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F55FC3">
            <w:pPr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 («Социальный городок» для нужд пожилых граждан и инвалидов в г.Киржач)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6E1E71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532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6E1E71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6E1E71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6E1E71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131P351211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6E1E71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6E1E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6E1E71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6E1E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396 186,5</w:t>
            </w:r>
          </w:p>
        </w:tc>
      </w:tr>
      <w:tr w:rsidR="00AF05DC" w:rsidRPr="009425E5" w:rsidTr="00F15BB8">
        <w:trPr>
          <w:trHeight w:val="408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 (Строительство стационарного учреждения социального обслуживания - пансионата для пожилых граждан и инвалидов вместимостью 150 мест в г.Юрьев-Польском)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532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131P351212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374 705,7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141 942,4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695 899,6</w:t>
            </w:r>
          </w:p>
        </w:tc>
      </w:tr>
      <w:tr w:rsidR="00AF05DC" w:rsidRPr="009425E5" w:rsidTr="00F15BB8">
        <w:trPr>
          <w:trHeight w:val="837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rPr>
                <w:b/>
                <w:color w:val="000000"/>
                <w:sz w:val="28"/>
                <w:szCs w:val="28"/>
              </w:rPr>
            </w:pPr>
            <w:r w:rsidRPr="009425E5">
              <w:rPr>
                <w:b/>
                <w:color w:val="000000"/>
                <w:sz w:val="28"/>
                <w:szCs w:val="28"/>
              </w:rPr>
              <w:t>Министерство здравоохранения Владимирской области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555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831 824,9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549 100,0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425E5">
              <w:rPr>
                <w:b/>
                <w:color w:val="000000"/>
                <w:sz w:val="28"/>
                <w:szCs w:val="28"/>
              </w:rPr>
              <w:t>0,0</w:t>
            </w:r>
          </w:p>
        </w:tc>
      </w:tr>
      <w:tr w:rsidR="00AF05DC" w:rsidRPr="009425E5" w:rsidTr="00F15BB8">
        <w:trPr>
          <w:trHeight w:val="2236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Реализация региональных программ модернизации первичного звена здравоохранения (Строительство поликлиники в г.Собинка для нужд ГБУЗ ВО «Собинская районная больница»)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555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1C18F1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121N95365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351 913,4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F05DC" w:rsidRPr="009425E5" w:rsidTr="00F15BB8">
        <w:trPr>
          <w:trHeight w:val="2368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Реализация региональных программ модернизации первичного звена здравоохранения (Строительство поликлиники в г.Суздаль для нужд ГБУЗ ВО «Суздальская районная больница»)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555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121N953658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211 775,9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F05DC" w:rsidRPr="009425E5" w:rsidTr="00F15BB8">
        <w:trPr>
          <w:trHeight w:val="2442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Реализация региональных программ модернизации первичного звена здравоохранения (Реконструкция поликлиники по адресу: Владимирская область, г.Карабаново, городок. Больничный, 1)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555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121N95365N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136 010,3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F05DC" w:rsidRPr="009425E5" w:rsidTr="00C348F6">
        <w:trPr>
          <w:trHeight w:val="1288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Строительство врачебной амбулатории по адресу: Владимирская область, д. Лизуново, ул. Весенняя, д.2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555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121N95365А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F05DC" w:rsidRPr="009425E5" w:rsidTr="00F15BB8">
        <w:trPr>
          <w:trHeight w:val="1246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Строительство врачебной амбулатории по адресу: Владимирская область, п. Вяткино, ул. Прянишникова, д.1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555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121N95365В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24 000,0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F05DC" w:rsidRPr="009425E5" w:rsidTr="00F15BB8">
        <w:trPr>
          <w:trHeight w:val="108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Здание поликлиники (взрослой и детской) по адресу: Владимирская область, г.Владимир, Судогодское шоссе, в районе домов 43, 51а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555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C348F6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C348F6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123014081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504 100,0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F05DC" w:rsidRPr="009425E5" w:rsidTr="00F15BB8">
        <w:trPr>
          <w:trHeight w:val="108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C348F6">
            <w:pPr>
              <w:rPr>
                <w:color w:val="000000"/>
                <w:sz w:val="28"/>
                <w:szCs w:val="28"/>
              </w:rPr>
            </w:pPr>
            <w:r w:rsidRPr="00C348F6">
              <w:rPr>
                <w:color w:val="000000"/>
                <w:sz w:val="28"/>
                <w:szCs w:val="28"/>
              </w:rPr>
              <w:t>Строительство подстанции скорой медицинской помощи г.Лакинск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1230140813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42 125,3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F05DC" w:rsidRPr="009425E5" w:rsidTr="00F15BB8">
        <w:trPr>
          <w:trHeight w:val="63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rPr>
                <w:b/>
                <w:color w:val="000000"/>
                <w:sz w:val="28"/>
                <w:szCs w:val="28"/>
              </w:rPr>
            </w:pPr>
            <w:r w:rsidRPr="009425E5">
              <w:rPr>
                <w:b/>
                <w:color w:val="000000"/>
                <w:sz w:val="28"/>
                <w:szCs w:val="28"/>
              </w:rPr>
              <w:t>Министерство культуры Владимирской области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558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425E5">
              <w:rPr>
                <w:b/>
                <w:color w:val="000000"/>
                <w:sz w:val="28"/>
                <w:szCs w:val="28"/>
              </w:rPr>
              <w:t>55 000,0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425E5">
              <w:rPr>
                <w:b/>
                <w:color w:val="000000"/>
                <w:sz w:val="28"/>
                <w:szCs w:val="28"/>
              </w:rPr>
              <w:t>55 000,0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425E5">
              <w:rPr>
                <w:b/>
                <w:color w:val="000000"/>
                <w:sz w:val="28"/>
                <w:szCs w:val="28"/>
              </w:rPr>
              <w:t>55 000,0</w:t>
            </w:r>
          </w:p>
        </w:tc>
      </w:tr>
      <w:tr w:rsidR="00AF05DC" w:rsidRPr="009425E5" w:rsidTr="00F15BB8">
        <w:trPr>
          <w:trHeight w:val="2539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061F40">
            <w:pPr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 xml:space="preserve">Реконструкция памятника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425E5">
              <w:rPr>
                <w:color w:val="000000"/>
                <w:sz w:val="28"/>
                <w:szCs w:val="28"/>
              </w:rPr>
              <w:t>Ансамбль усадьбы купцов Зворыкиных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9425E5">
              <w:rPr>
                <w:color w:val="000000"/>
                <w:sz w:val="28"/>
                <w:szCs w:val="28"/>
              </w:rPr>
              <w:t>, Владимирская область, г.Муром, ул. Первомайская, д. 4. Работы по сохранению объекта культурного наследия, 1-6 этапы (в т.ч. выполнение ПИР на 5-6 этапы)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558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3320340600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55 000,0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55 000,0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55 000,0</w:t>
            </w:r>
          </w:p>
        </w:tc>
      </w:tr>
      <w:tr w:rsidR="00AF05DC" w:rsidRPr="009425E5" w:rsidTr="00F15BB8">
        <w:trPr>
          <w:trHeight w:val="1074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rPr>
                <w:b/>
                <w:color w:val="000000"/>
                <w:sz w:val="28"/>
                <w:szCs w:val="28"/>
              </w:rPr>
            </w:pPr>
            <w:r w:rsidRPr="009425E5">
              <w:rPr>
                <w:b/>
                <w:color w:val="000000"/>
                <w:sz w:val="28"/>
                <w:szCs w:val="28"/>
              </w:rPr>
              <w:t>Министерство образования и молодежной политики Владимирской области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574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425E5">
              <w:rPr>
                <w:b/>
                <w:color w:val="000000"/>
                <w:sz w:val="28"/>
                <w:szCs w:val="28"/>
              </w:rPr>
              <w:t>50 000,0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425E5">
              <w:rPr>
                <w:b/>
                <w:color w:val="000000"/>
                <w:sz w:val="28"/>
                <w:szCs w:val="28"/>
              </w:rPr>
              <w:t>150 000,0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425E5">
              <w:rPr>
                <w:b/>
                <w:color w:val="000000"/>
                <w:sz w:val="28"/>
                <w:szCs w:val="28"/>
              </w:rPr>
              <w:t>0,0</w:t>
            </w:r>
          </w:p>
        </w:tc>
      </w:tr>
      <w:tr w:rsidR="00AF05DC" w:rsidRPr="009425E5" w:rsidTr="00CD258F">
        <w:trPr>
          <w:trHeight w:val="1368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Pr="009425E5">
              <w:rPr>
                <w:color w:val="000000"/>
                <w:sz w:val="28"/>
                <w:szCs w:val="28"/>
              </w:rPr>
              <w:t>троительство студенческого общежития Муромского промышленно-гуманитарного колледжа по адресу: Владимирская область, г.Муром, ул.Энгельса, кадастровый номер участка 33:26:040311:1918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574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1640140812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50 000,0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150 000,0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color w:val="000000"/>
                <w:sz w:val="28"/>
                <w:szCs w:val="28"/>
              </w:rPr>
            </w:pPr>
            <w:r w:rsidRPr="009425E5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F05DC" w:rsidRPr="008B69B5" w:rsidTr="00CD258F">
        <w:trPr>
          <w:trHeight w:val="37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425E5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25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25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25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25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25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1 724 991,7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9425E5" w:rsidRDefault="00AF05DC" w:rsidP="005206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1 906 088,8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5DC" w:rsidRPr="008B69B5" w:rsidRDefault="00AF05DC" w:rsidP="009A4A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1 397 086,1</w:t>
            </w:r>
          </w:p>
        </w:tc>
      </w:tr>
    </w:tbl>
    <w:p w:rsidR="00AF05DC" w:rsidRDefault="00AF05DC" w:rsidP="00F55FC3"/>
    <w:sectPr w:rsidR="00AF05DC" w:rsidSect="008C016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5DC" w:rsidRDefault="00AF05DC" w:rsidP="006E7EF3">
      <w:r>
        <w:separator/>
      </w:r>
    </w:p>
  </w:endnote>
  <w:endnote w:type="continuationSeparator" w:id="0">
    <w:p w:rsidR="00AF05DC" w:rsidRDefault="00AF05DC" w:rsidP="006E7E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5DC" w:rsidRDefault="00AF05DC" w:rsidP="006E7EF3">
      <w:r>
        <w:separator/>
      </w:r>
    </w:p>
  </w:footnote>
  <w:footnote w:type="continuationSeparator" w:id="0">
    <w:p w:rsidR="00AF05DC" w:rsidRDefault="00AF05DC" w:rsidP="006E7E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5DC" w:rsidRDefault="00AF05DC">
    <w:pPr>
      <w:pStyle w:val="Header"/>
      <w:jc w:val="center"/>
    </w:pPr>
    <w:fldSimple w:instr="PAGE   \* MERGEFORMAT">
      <w:r>
        <w:rPr>
          <w:noProof/>
        </w:rPr>
        <w:t>7</w:t>
      </w:r>
    </w:fldSimple>
  </w:p>
  <w:p w:rsidR="00AF05DC" w:rsidRDefault="00AF05D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69B5"/>
    <w:rsid w:val="00005201"/>
    <w:rsid w:val="0002381A"/>
    <w:rsid w:val="00025B3E"/>
    <w:rsid w:val="00061F40"/>
    <w:rsid w:val="000C1233"/>
    <w:rsid w:val="000D14AF"/>
    <w:rsid w:val="001B6235"/>
    <w:rsid w:val="001C18F1"/>
    <w:rsid w:val="00275E5E"/>
    <w:rsid w:val="00291D82"/>
    <w:rsid w:val="003466F5"/>
    <w:rsid w:val="003D314A"/>
    <w:rsid w:val="00426D3C"/>
    <w:rsid w:val="00433855"/>
    <w:rsid w:val="004E79AA"/>
    <w:rsid w:val="005102AC"/>
    <w:rsid w:val="00515305"/>
    <w:rsid w:val="00520634"/>
    <w:rsid w:val="005404DD"/>
    <w:rsid w:val="005444CA"/>
    <w:rsid w:val="005F5CA8"/>
    <w:rsid w:val="00606194"/>
    <w:rsid w:val="00606264"/>
    <w:rsid w:val="00633DDE"/>
    <w:rsid w:val="00667412"/>
    <w:rsid w:val="006E1E71"/>
    <w:rsid w:val="006E7EF3"/>
    <w:rsid w:val="00764595"/>
    <w:rsid w:val="00782E47"/>
    <w:rsid w:val="007D39B1"/>
    <w:rsid w:val="00831795"/>
    <w:rsid w:val="008A3E66"/>
    <w:rsid w:val="008A566C"/>
    <w:rsid w:val="008B6960"/>
    <w:rsid w:val="008B69B5"/>
    <w:rsid w:val="008C0162"/>
    <w:rsid w:val="008F4849"/>
    <w:rsid w:val="009425E5"/>
    <w:rsid w:val="00967FD8"/>
    <w:rsid w:val="009747A7"/>
    <w:rsid w:val="009A44E2"/>
    <w:rsid w:val="009A4A87"/>
    <w:rsid w:val="009E2B3C"/>
    <w:rsid w:val="009E5E89"/>
    <w:rsid w:val="00A609B6"/>
    <w:rsid w:val="00AA2B7A"/>
    <w:rsid w:val="00AD4F71"/>
    <w:rsid w:val="00AD6F6B"/>
    <w:rsid w:val="00AF05DC"/>
    <w:rsid w:val="00B12B76"/>
    <w:rsid w:val="00B57B13"/>
    <w:rsid w:val="00C348F6"/>
    <w:rsid w:val="00C456DC"/>
    <w:rsid w:val="00C53AB9"/>
    <w:rsid w:val="00C660AC"/>
    <w:rsid w:val="00C742C3"/>
    <w:rsid w:val="00C96783"/>
    <w:rsid w:val="00CA16B4"/>
    <w:rsid w:val="00CD258F"/>
    <w:rsid w:val="00D24895"/>
    <w:rsid w:val="00D3059B"/>
    <w:rsid w:val="00D56BE9"/>
    <w:rsid w:val="00DD7EA9"/>
    <w:rsid w:val="00DE1923"/>
    <w:rsid w:val="00E7630D"/>
    <w:rsid w:val="00E93B65"/>
    <w:rsid w:val="00EA1E05"/>
    <w:rsid w:val="00F15BB8"/>
    <w:rsid w:val="00F55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305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5305"/>
    <w:pPr>
      <w:keepNext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15305"/>
    <w:pPr>
      <w:keepNext/>
      <w:jc w:val="both"/>
      <w:outlineLvl w:val="1"/>
    </w:pPr>
    <w:rPr>
      <w:b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15305"/>
    <w:pPr>
      <w:keepNext/>
      <w:ind w:left="426" w:hanging="426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15305"/>
    <w:pPr>
      <w:keepNext/>
      <w:jc w:val="right"/>
      <w:outlineLvl w:val="3"/>
    </w:pPr>
    <w:rPr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15305"/>
    <w:pPr>
      <w:keepNext/>
      <w:ind w:left="426" w:hanging="426"/>
      <w:jc w:val="center"/>
      <w:outlineLvl w:val="4"/>
    </w:pPr>
    <w:rPr>
      <w:vanish/>
    </w:rPr>
  </w:style>
  <w:style w:type="paragraph" w:styleId="Heading6">
    <w:name w:val="heading 6"/>
    <w:basedOn w:val="Normal"/>
    <w:next w:val="Normal"/>
    <w:link w:val="Heading6Char"/>
    <w:uiPriority w:val="99"/>
    <w:qFormat/>
    <w:rsid w:val="00515305"/>
    <w:pPr>
      <w:keepNext/>
      <w:jc w:val="center"/>
      <w:outlineLvl w:val="5"/>
    </w:pPr>
    <w:rPr>
      <w:vanish/>
      <w:sz w:val="1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15305"/>
    <w:pPr>
      <w:spacing w:before="240" w:after="60"/>
      <w:outlineLvl w:val="6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5305"/>
    <w:rPr>
      <w:rFonts w:cs="Times New Roman"/>
      <w:b/>
      <w:sz w:val="2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15305"/>
    <w:rPr>
      <w:rFonts w:cs="Times New Roman"/>
      <w:b/>
      <w:sz w:val="2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15305"/>
    <w:rPr>
      <w:rFonts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15305"/>
    <w:rPr>
      <w:rFonts w:cs="Times New Roman"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15305"/>
    <w:rPr>
      <w:rFonts w:cs="Times New Roman"/>
      <w:vanish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515305"/>
    <w:rPr>
      <w:rFonts w:cs="Times New Roman"/>
      <w:vanish/>
      <w:sz w:val="16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515305"/>
    <w:rPr>
      <w:rFonts w:cs="Times New Roman"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515305"/>
    <w:pPr>
      <w:spacing w:before="60"/>
      <w:jc w:val="center"/>
    </w:pPr>
    <w:rPr>
      <w:rFonts w:ascii="Arial" w:hAnsi="Arial"/>
      <w:b/>
      <w:color w:val="000000"/>
    </w:rPr>
  </w:style>
  <w:style w:type="paragraph" w:styleId="Header">
    <w:name w:val="header"/>
    <w:basedOn w:val="Normal"/>
    <w:link w:val="HeaderChar"/>
    <w:uiPriority w:val="99"/>
    <w:rsid w:val="006E7EF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E7EF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E7EF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E7EF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78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7</Pages>
  <Words>788</Words>
  <Characters>4495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kapit_gspec4</dc:creator>
  <cp:keywords/>
  <dc:description/>
  <cp:lastModifiedBy>firsovana</cp:lastModifiedBy>
  <cp:revision>12</cp:revision>
  <dcterms:created xsi:type="dcterms:W3CDTF">2023-11-30T08:17:00Z</dcterms:created>
  <dcterms:modified xsi:type="dcterms:W3CDTF">2023-12-25T12:36:00Z</dcterms:modified>
</cp:coreProperties>
</file>